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C0434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18F9E196" w14:textId="2209FF3D" w:rsidR="009A54BB" w:rsidRDefault="003D6321" w:rsidP="009A54BB">
      <w:r>
        <w:t>Wastafel</w:t>
      </w:r>
      <w:r w:rsidR="009A54BB">
        <w:t xml:space="preserve"> vervaardigd uit sanitair porselein </w:t>
      </w:r>
      <w:r w:rsidR="00CC7E59">
        <w:t xml:space="preserve">zonder </w:t>
      </w:r>
      <w:proofErr w:type="spellStart"/>
      <w:r w:rsidR="00CC7E59">
        <w:t>kraangat</w:t>
      </w:r>
      <w:proofErr w:type="spellEnd"/>
      <w:r w:rsidR="00CC7E59">
        <w:t xml:space="preserve"> met</w:t>
      </w:r>
      <w:r w:rsidR="009A54BB">
        <w:t xml:space="preserve"> overloop</w:t>
      </w:r>
      <w:r w:rsidR="00E26285">
        <w:t xml:space="preserve">.  </w:t>
      </w:r>
    </w:p>
    <w:p w14:paraId="51EE775C" w14:textId="2D34E5C4" w:rsidR="00E26285" w:rsidRDefault="00E26285" w:rsidP="009A54BB">
      <w:bookmarkStart w:id="0" w:name="_Hlk67904388"/>
      <w:r>
        <w:t>De overloop bevindt zich aan de achterzijde van de wastafel</w:t>
      </w:r>
    </w:p>
    <w:p w14:paraId="065A3E3B" w14:textId="379056F4" w:rsidR="005B2622" w:rsidRDefault="005B2622" w:rsidP="005B2622">
      <w:r>
        <w:t xml:space="preserve">De overloop is </w:t>
      </w:r>
      <w:r w:rsidR="002F437F">
        <w:t xml:space="preserve">centraal </w:t>
      </w:r>
      <w:r>
        <w:t>voorzien en is verwerkt in het porselein</w:t>
      </w:r>
    </w:p>
    <w:bookmarkEnd w:id="0"/>
    <w:p w14:paraId="6193E527" w14:textId="77777777" w:rsidR="00E26285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E26285">
        <w:t xml:space="preserve">.  Naar achter toe loopt de wastafel breder uit. </w:t>
      </w:r>
    </w:p>
    <w:p w14:paraId="01CAF3CC" w14:textId="77777777" w:rsidR="00E26285" w:rsidRDefault="00E26285" w:rsidP="00E26285">
      <w:r>
        <w:t>De hoogte van wastafel is van die aard dat de ophanging niet zichtbaar is langs de buitenzijde</w:t>
      </w:r>
    </w:p>
    <w:p w14:paraId="2688972C" w14:textId="51355099" w:rsidR="009A54BB" w:rsidRDefault="009A54BB" w:rsidP="009A54BB">
      <w:r>
        <w:t xml:space="preserve">Het kraanvlak is volledig vlak </w:t>
      </w:r>
      <w:r w:rsidR="00CF2BA8">
        <w:t xml:space="preserve">en er is geen </w:t>
      </w:r>
      <w:proofErr w:type="spellStart"/>
      <w:r w:rsidR="00CF2BA8">
        <w:t>kraangat</w:t>
      </w:r>
      <w:proofErr w:type="spellEnd"/>
      <w:r w:rsidR="00CF2BA8">
        <w:t xml:space="preserve"> voorzien</w:t>
      </w:r>
    </w:p>
    <w:p w14:paraId="611C3A04" w14:textId="7C22C918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12EA8CCA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B27D2FC" w14:textId="77777777" w:rsidR="009A54BB" w:rsidRPr="009A54BB" w:rsidRDefault="009A54BB" w:rsidP="009A54BB"/>
    <w:p w14:paraId="51D5F0D3" w14:textId="77777777" w:rsidR="009A54BB" w:rsidRPr="009A54BB" w:rsidRDefault="009A54BB" w:rsidP="009A54BB"/>
    <w:p w14:paraId="1784C258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B206ED4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6489216" w14:textId="77777777" w:rsidR="002F1A08" w:rsidRDefault="002F1A08" w:rsidP="002F1A08">
      <w:r>
        <w:t>De materie is glasporselein met een max wateropname van 0.5%.</w:t>
      </w:r>
    </w:p>
    <w:p w14:paraId="29190C04" w14:textId="77777777" w:rsidR="002F1A08" w:rsidRPr="002F1A08" w:rsidRDefault="002F1A08" w:rsidP="002F1A08">
      <w:pPr>
        <w:ind w:left="567"/>
        <w:rPr>
          <w:u w:val="single"/>
        </w:rPr>
      </w:pPr>
    </w:p>
    <w:p w14:paraId="40EECDDE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5B7AF3F" w14:textId="77777777" w:rsidR="00E26285" w:rsidRDefault="00DD0E11" w:rsidP="00E26285">
      <w:r>
        <w:t>Geëmailleerd</w:t>
      </w:r>
      <w:r w:rsidR="00E26285">
        <w:t>:  dikte van de email laag is 0.6µ</w:t>
      </w:r>
    </w:p>
    <w:p w14:paraId="111AD1D7" w14:textId="77777777" w:rsidR="00DD0E11" w:rsidRDefault="00DD0E11" w:rsidP="00DD0E11">
      <w:r>
        <w:t xml:space="preserve">Mechanische belasting van 150kg gedurende 1 uur </w:t>
      </w:r>
    </w:p>
    <w:p w14:paraId="4CF0EC36" w14:textId="77777777" w:rsidR="00EC40BB" w:rsidRDefault="00EC40BB" w:rsidP="00DD0E11">
      <w:r>
        <w:t>EN14688</w:t>
      </w:r>
    </w:p>
    <w:p w14:paraId="51A2BBEB" w14:textId="52704C44" w:rsidR="00DD0E11" w:rsidRDefault="005F4D52" w:rsidP="00DD0E11">
      <w:r>
        <w:t>Diepte:</w:t>
      </w:r>
      <w:r>
        <w:tab/>
      </w:r>
      <w:r w:rsidR="00174A33">
        <w:t>50</w:t>
      </w:r>
      <w:r>
        <w:t>cm</w:t>
      </w:r>
    </w:p>
    <w:p w14:paraId="6B0FFA37" w14:textId="29DE0683" w:rsidR="005F4D52" w:rsidRDefault="005F4D52" w:rsidP="00DD0E11">
      <w:r>
        <w:t>Breedte:</w:t>
      </w:r>
      <w:r>
        <w:tab/>
      </w:r>
      <w:r w:rsidR="00174A33">
        <w:t>65</w:t>
      </w:r>
      <w:r>
        <w:t>cm</w:t>
      </w:r>
    </w:p>
    <w:p w14:paraId="5EFEF3A2" w14:textId="06E7CC72" w:rsidR="005F4D52" w:rsidRDefault="005F4D52" w:rsidP="00DD0E11">
      <w:r>
        <w:t>Hoogte:</w:t>
      </w:r>
      <w:r>
        <w:tab/>
      </w:r>
      <w:r w:rsidR="00CC7E59">
        <w:t>1</w:t>
      </w:r>
      <w:r w:rsidR="00174A33">
        <w:t>8</w:t>
      </w:r>
      <w:r w:rsidR="00CC7E59">
        <w:t>.5</w:t>
      </w:r>
      <w:r>
        <w:t>cm</w:t>
      </w:r>
    </w:p>
    <w:p w14:paraId="75D57E2B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1A561C2D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483BB31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CB146A0" w14:textId="189B692C" w:rsidR="009A54BB" w:rsidRPr="009A54BB" w:rsidRDefault="009A54BB" w:rsidP="009A54BB">
      <w:r>
        <w:t>Voor de plaatsing zijn montage gaten in de rug van de</w:t>
      </w:r>
      <w:r w:rsidR="00E26285">
        <w:t xml:space="preserve"> wastafel</w:t>
      </w:r>
      <w:r>
        <w:t xml:space="preserve"> voorzien</w:t>
      </w:r>
    </w:p>
    <w:p w14:paraId="37EF63D5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75D5B80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301894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CFB831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7E1DD1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EEB378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E527E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606F8FC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2EC981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EC37EA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1CDDB9BC" w14:textId="77777777" w:rsidR="00C454A1" w:rsidRPr="00C454A1" w:rsidRDefault="00C454A1" w:rsidP="00C454A1"/>
    <w:p w14:paraId="012B3393" w14:textId="77777777" w:rsidR="00586B18" w:rsidRPr="00586B18" w:rsidRDefault="00586B18" w:rsidP="00586B18"/>
    <w:p w14:paraId="71662C7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7C40B65" w14:textId="707635B5" w:rsidR="008A5169" w:rsidRDefault="00544EA2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1F754AA" wp14:editId="0D27DC4B">
            <wp:extent cx="5977255" cy="311150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1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BC8F8" w14:textId="77777777" w:rsidR="00EF5AB9" w:rsidRDefault="00EF5AB9">
      <w:r>
        <w:separator/>
      </w:r>
    </w:p>
  </w:endnote>
  <w:endnote w:type="continuationSeparator" w:id="0">
    <w:p w14:paraId="3BE08889" w14:textId="77777777" w:rsidR="00EF5AB9" w:rsidRDefault="00EF5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69940" w14:textId="77777777" w:rsidR="00E26285" w:rsidRDefault="00E2628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7AD5B53" w14:textId="77777777">
      <w:tc>
        <w:tcPr>
          <w:tcW w:w="3392" w:type="dxa"/>
        </w:tcPr>
        <w:p w14:paraId="0DCEEFC0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6D04CF9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025DD7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70952AC2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F7C39" w14:textId="77777777" w:rsidR="00E26285" w:rsidRDefault="00E2628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CAF26" w14:textId="77777777" w:rsidR="00EF5AB9" w:rsidRDefault="00EF5AB9">
      <w:r>
        <w:separator/>
      </w:r>
    </w:p>
  </w:footnote>
  <w:footnote w:type="continuationSeparator" w:id="0">
    <w:p w14:paraId="1645D413" w14:textId="77777777" w:rsidR="00EF5AB9" w:rsidRDefault="00EF5A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2D51B" w14:textId="77777777" w:rsidR="00E26285" w:rsidRDefault="00E2628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97BAD" w14:textId="6E1C75BE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CF2BA8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39455998" wp14:editId="348AF310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9A59D0" w14:textId="1B95AB6B" w:rsidR="009A54BB" w:rsidRDefault="00CF2BA8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Zonder </w:t>
    </w:r>
    <w:proofErr w:type="spellStart"/>
    <w:r w:rsidR="009A54BB">
      <w:rPr>
        <w:rFonts w:ascii="Arial" w:hAnsi="Arial" w:cs="Arial"/>
        <w:b/>
        <w:szCs w:val="24"/>
        <w:lang w:val="nl-BE"/>
      </w:rPr>
      <w:t>kraangat</w:t>
    </w:r>
    <w:proofErr w:type="spellEnd"/>
  </w:p>
  <w:p w14:paraId="567462B8" w14:textId="77777777" w:rsidR="00025544" w:rsidRPr="001332A1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65720" w14:textId="77777777" w:rsidR="00E26285" w:rsidRDefault="00E2628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71638197">
    <w:abstractNumId w:val="18"/>
  </w:num>
  <w:num w:numId="2" w16cid:durableId="2113893317">
    <w:abstractNumId w:val="24"/>
  </w:num>
  <w:num w:numId="3" w16cid:durableId="300111476">
    <w:abstractNumId w:val="4"/>
  </w:num>
  <w:num w:numId="4" w16cid:durableId="994532530">
    <w:abstractNumId w:val="3"/>
  </w:num>
  <w:num w:numId="5" w16cid:durableId="162284917">
    <w:abstractNumId w:val="14"/>
  </w:num>
  <w:num w:numId="6" w16cid:durableId="1053039995">
    <w:abstractNumId w:val="16"/>
  </w:num>
  <w:num w:numId="7" w16cid:durableId="1168710404">
    <w:abstractNumId w:val="6"/>
  </w:num>
  <w:num w:numId="8" w16cid:durableId="1466504210">
    <w:abstractNumId w:val="21"/>
  </w:num>
  <w:num w:numId="9" w16cid:durableId="2099518782">
    <w:abstractNumId w:val="27"/>
  </w:num>
  <w:num w:numId="10" w16cid:durableId="1145128545">
    <w:abstractNumId w:val="2"/>
  </w:num>
  <w:num w:numId="11" w16cid:durableId="633490470">
    <w:abstractNumId w:val="13"/>
  </w:num>
  <w:num w:numId="12" w16cid:durableId="1973711219">
    <w:abstractNumId w:val="12"/>
  </w:num>
  <w:num w:numId="13" w16cid:durableId="962689370">
    <w:abstractNumId w:val="26"/>
  </w:num>
  <w:num w:numId="14" w16cid:durableId="1253005815">
    <w:abstractNumId w:val="8"/>
  </w:num>
  <w:num w:numId="15" w16cid:durableId="1657110093">
    <w:abstractNumId w:val="0"/>
  </w:num>
  <w:num w:numId="16" w16cid:durableId="45181394">
    <w:abstractNumId w:val="11"/>
  </w:num>
  <w:num w:numId="17" w16cid:durableId="459418522">
    <w:abstractNumId w:val="5"/>
  </w:num>
  <w:num w:numId="18" w16cid:durableId="701058335">
    <w:abstractNumId w:val="22"/>
  </w:num>
  <w:num w:numId="19" w16cid:durableId="2017415054">
    <w:abstractNumId w:val="23"/>
  </w:num>
  <w:num w:numId="20" w16cid:durableId="1624189425">
    <w:abstractNumId w:val="20"/>
  </w:num>
  <w:num w:numId="21" w16cid:durableId="1645156826">
    <w:abstractNumId w:val="19"/>
  </w:num>
  <w:num w:numId="22" w16cid:durableId="1281838540">
    <w:abstractNumId w:val="15"/>
  </w:num>
  <w:num w:numId="23" w16cid:durableId="729042318">
    <w:abstractNumId w:val="25"/>
  </w:num>
  <w:num w:numId="24" w16cid:durableId="999427795">
    <w:abstractNumId w:val="9"/>
  </w:num>
  <w:num w:numId="25" w16cid:durableId="989556515">
    <w:abstractNumId w:val="10"/>
  </w:num>
  <w:num w:numId="26" w16cid:durableId="258173809">
    <w:abstractNumId w:val="1"/>
  </w:num>
  <w:num w:numId="27" w16cid:durableId="1573469273">
    <w:abstractNumId w:val="17"/>
  </w:num>
  <w:num w:numId="28" w16cid:durableId="106648812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4A33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37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44EA2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B2622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7E59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2BA8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26285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AB9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C94606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B2622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48771C45-1581-4379-9F6F-1AD17F6DED90}"/>
</file>

<file path=customXml/itemProps2.xml><?xml version="1.0" encoding="utf-8"?>
<ds:datastoreItem xmlns:ds="http://schemas.openxmlformats.org/officeDocument/2006/customXml" ds:itemID="{67D4C9BE-D1CF-4232-B532-6BBC9B841D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19BA5B-6AFA-4ADD-BB1F-79B6CF2686FF}">
  <ds:schemaRefs>
    <ds:schemaRef ds:uri="http://schemas.microsoft.com/office/infopath/2007/PartnerControls"/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d256ffaf-32c2-4ef8-b6e1-7613ce31a18f"/>
    <ds:schemaRef ds:uri="17d37a4d-1901-487a-8e58-d338e641c525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265</TotalTime>
  <Pages>2</Pages>
  <Words>176</Words>
  <Characters>941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29</cp:revision>
  <cp:lastPrinted>2011-12-15T11:14:00Z</cp:lastPrinted>
  <dcterms:created xsi:type="dcterms:W3CDTF">2020-03-10T16:23:00Z</dcterms:created>
  <dcterms:modified xsi:type="dcterms:W3CDTF">2023-11-02T08:18:00Z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